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48" w:rsidRDefault="00414748" w:rsidP="00316B4B">
      <w:pPr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  <w:t>УГОЛОВНАЯ ОТВЕТСТВЕННОСТЬ</w:t>
      </w:r>
    </w:p>
    <w:p w:rsidR="00414748" w:rsidRPr="00DB6A55" w:rsidRDefault="00414748" w:rsidP="00316B4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6A55">
        <w:rPr>
          <w:rFonts w:ascii="Times New Roman" w:hAnsi="Times New Roman" w:cs="Times New Roman"/>
          <w:b/>
          <w:bCs/>
          <w:sz w:val="26"/>
          <w:szCs w:val="26"/>
        </w:rPr>
        <w:t>Ст. 157 УК РФ</w:t>
      </w:r>
    </w:p>
    <w:p w:rsidR="00414748" w:rsidRPr="00DB6A55" w:rsidRDefault="00414748" w:rsidP="00316B4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6A55">
        <w:rPr>
          <w:rFonts w:ascii="Times New Roman" w:hAnsi="Times New Roman" w:cs="Times New Roman"/>
          <w:b/>
          <w:bCs/>
          <w:sz w:val="26"/>
          <w:szCs w:val="26"/>
        </w:rPr>
        <w:t>Злостное уклонение от уплаты средств на содержание детей или нетрудоспособных родителей</w:t>
      </w:r>
    </w:p>
    <w:p w:rsidR="00414748" w:rsidRDefault="00414748" w:rsidP="00316B4B">
      <w:pPr>
        <w:spacing w:after="0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 обязательные работы на срок от 120 до 180 часов, либо ИР на срок до 1 года, либо арестом на срок до 3 месяцев</w:t>
      </w:r>
    </w:p>
    <w:p w:rsidR="00414748" w:rsidRPr="00DB6A55" w:rsidRDefault="00414748" w:rsidP="00316B4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6A55">
        <w:rPr>
          <w:rFonts w:ascii="Times New Roman" w:hAnsi="Times New Roman" w:cs="Times New Roman"/>
          <w:b/>
          <w:bCs/>
          <w:sz w:val="26"/>
          <w:szCs w:val="26"/>
        </w:rPr>
        <w:t>Ст. 15</w:t>
      </w:r>
      <w:r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DB6A55">
        <w:rPr>
          <w:rFonts w:ascii="Times New Roman" w:hAnsi="Times New Roman" w:cs="Times New Roman"/>
          <w:b/>
          <w:bCs/>
          <w:sz w:val="26"/>
          <w:szCs w:val="26"/>
        </w:rPr>
        <w:t xml:space="preserve"> УК РФ</w:t>
      </w:r>
    </w:p>
    <w:p w:rsidR="00414748" w:rsidRPr="00DB6A55" w:rsidRDefault="00414748" w:rsidP="00316B4B">
      <w:pPr>
        <w:ind w:firstLine="28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Неисполнение обязанностей по воспитанию несовершеннолетнего</w:t>
      </w: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штраф в размере до 40 000 рублей или в размере заработной платы или иного дохода осужденного за период до 3-х месяцев</w:t>
      </w: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 лишение права занимать определенные должности или заниматься определенной деятельностью на срок до 3 лет</w:t>
      </w: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-  </w:t>
      </w: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обязательные работы на срок 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до 180 часов, либо ИР на срок до 1 года</w:t>
      </w: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 ИР до 1 года</w:t>
      </w:r>
    </w:p>
    <w:p w:rsidR="00414748" w:rsidRPr="00316B4B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- </w:t>
      </w: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арест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до 3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-х</w:t>
      </w:r>
      <w:r w:rsidRPr="00DB6A5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месяцев</w:t>
      </w:r>
    </w:p>
    <w:p w:rsidR="00414748" w:rsidRDefault="00414748" w:rsidP="003F22FC">
      <w:pPr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 w:rsidRPr="00FF005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alt="http://schoolkluchi.ucoz.ru/0001-001-Prava-i-objazannosti-roditelej.jpg" style="width:237.75pt;height:162pt;visibility:visible">
            <v:imagedata r:id="rId5" o:title=""/>
          </v:shape>
        </w:pict>
      </w:r>
    </w:p>
    <w:p w:rsidR="00414748" w:rsidRDefault="00414748" w:rsidP="009C7786">
      <w:pPr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 w:rsidRPr="00E12308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pict>
          <v:shape id="_x0000_i1026" type="#_x0000_t75" alt="http://cs543105.vk.me/v543105881/b7f7/yAroU8eNS-k.jpg" style="width:183pt;height:110.25pt;visibility:visible">
            <v:imagedata r:id="rId6" o:title=""/>
          </v:shape>
        </w:pict>
      </w:r>
    </w:p>
    <w:p w:rsidR="00414748" w:rsidRDefault="00414748" w:rsidP="00316B4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748" w:rsidRDefault="00414748" w:rsidP="002B1A12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12308"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pict>
          <v:shape id="Рисунок 10" o:spid="_x0000_i1027" type="#_x0000_t75" alt="http://smidsh18.ucoz.com/roditelski_ugol/roditeli_objazany.jpg" style="width:252pt;height:226.5pt;visibility:visible">
            <v:imagedata r:id="rId7" o:title=""/>
          </v:shape>
        </w:pict>
      </w:r>
    </w:p>
    <w:p w:rsidR="00414748" w:rsidRPr="002B1A12" w:rsidRDefault="00414748" w:rsidP="002B1A12">
      <w:pPr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АДМИНИСТРАТИВНАЯ ОТВЕТСТВЕННОСТЬ</w:t>
      </w:r>
    </w:p>
    <w:p w:rsidR="00414748" w:rsidRPr="00DB6A55" w:rsidRDefault="00414748" w:rsidP="00316B4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6A55">
        <w:rPr>
          <w:rFonts w:ascii="Times New Roman" w:hAnsi="Times New Roman" w:cs="Times New Roman"/>
          <w:b/>
          <w:bCs/>
          <w:sz w:val="26"/>
          <w:szCs w:val="26"/>
        </w:rPr>
        <w:t>Ст. 5</w:t>
      </w:r>
      <w:r>
        <w:rPr>
          <w:rFonts w:ascii="Times New Roman" w:hAnsi="Times New Roman" w:cs="Times New Roman"/>
          <w:b/>
          <w:bCs/>
          <w:sz w:val="26"/>
          <w:szCs w:val="26"/>
        </w:rPr>
        <w:t>.35</w:t>
      </w:r>
      <w:r w:rsidRPr="00DB6A5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КРФобАП</w:t>
      </w:r>
    </w:p>
    <w:p w:rsidR="00414748" w:rsidRDefault="00414748" w:rsidP="00316B4B">
      <w:pPr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Неисполнение родителями или иными законными                                                              представителями несовершеннолетних обязанностей по содержанию и воспитанию несовершеннолетних</w:t>
      </w:r>
    </w:p>
    <w:p w:rsidR="00414748" w:rsidRPr="001E52B5" w:rsidRDefault="00414748" w:rsidP="00316B4B">
      <w:pPr>
        <w:ind w:firstLine="284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ч</w:t>
      </w:r>
      <w:r w:rsidRPr="001E52B5">
        <w:rPr>
          <w:rFonts w:ascii="Times New Roman" w:hAnsi="Times New Roman" w:cs="Times New Roman"/>
          <w:i/>
          <w:iCs/>
          <w:sz w:val="26"/>
          <w:szCs w:val="26"/>
        </w:rPr>
        <w:t>. 1 - административный штраф от 100 до 500 рублей</w:t>
      </w:r>
    </w:p>
    <w:p w:rsidR="00414748" w:rsidRPr="001E52B5" w:rsidRDefault="00414748" w:rsidP="001E52B5">
      <w:pPr>
        <w:ind w:firstLine="284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ч</w:t>
      </w:r>
      <w:r w:rsidRPr="001E52B5">
        <w:rPr>
          <w:rFonts w:ascii="Times New Roman" w:hAnsi="Times New Roman" w:cs="Times New Roman"/>
          <w:i/>
          <w:iCs/>
          <w:sz w:val="26"/>
          <w:szCs w:val="26"/>
        </w:rPr>
        <w:t>. 2 - административный штраф от 2000 до 3000 рублей</w:t>
      </w:r>
    </w:p>
    <w:p w:rsidR="00414748" w:rsidRPr="001E52B5" w:rsidRDefault="00414748" w:rsidP="001E52B5">
      <w:pPr>
        <w:ind w:firstLine="284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ч</w:t>
      </w:r>
      <w:r w:rsidRPr="001E52B5">
        <w:rPr>
          <w:rFonts w:ascii="Times New Roman" w:hAnsi="Times New Roman" w:cs="Times New Roman"/>
          <w:i/>
          <w:iCs/>
          <w:sz w:val="26"/>
          <w:szCs w:val="26"/>
        </w:rPr>
        <w:t>. 3 - административный штраф от 4000 до 5000 рублей</w:t>
      </w:r>
    </w:p>
    <w:p w:rsidR="00414748" w:rsidRPr="00DB6A55" w:rsidRDefault="00414748" w:rsidP="001E52B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6A55">
        <w:rPr>
          <w:rFonts w:ascii="Times New Roman" w:hAnsi="Times New Roman" w:cs="Times New Roman"/>
          <w:b/>
          <w:bCs/>
          <w:sz w:val="26"/>
          <w:szCs w:val="26"/>
        </w:rPr>
        <w:t xml:space="preserve">Ст. </w:t>
      </w:r>
      <w:r>
        <w:rPr>
          <w:rFonts w:ascii="Times New Roman" w:hAnsi="Times New Roman" w:cs="Times New Roman"/>
          <w:b/>
          <w:bCs/>
          <w:sz w:val="26"/>
          <w:szCs w:val="26"/>
        </w:rPr>
        <w:t>20.22</w:t>
      </w:r>
      <w:r w:rsidRPr="00DB6A5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КРФобАП</w:t>
      </w:r>
    </w:p>
    <w:p w:rsidR="00414748" w:rsidRDefault="00414748" w:rsidP="001E52B5">
      <w:pPr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Появление в состоянии опьянения несовершеннолетних, а равно распитие ими пива и напитков, изготавливаемых на его основе, алкогольной и спиртосодержащей продукции, потребление ими наркотических средств или психотропных веществ в общественных местах</w:t>
      </w:r>
    </w:p>
    <w:p w:rsidR="00414748" w:rsidRPr="001E52B5" w:rsidRDefault="00414748" w:rsidP="001E52B5">
      <w:pPr>
        <w:ind w:firstLine="284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- штраф в размере от 300 до 500 рублей</w:t>
      </w:r>
    </w:p>
    <w:p w:rsidR="00414748" w:rsidRDefault="00414748" w:rsidP="00446781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14748" w:rsidRDefault="00414748" w:rsidP="0044678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4748" w:rsidRPr="003F22FC" w:rsidRDefault="00414748" w:rsidP="003F22FC">
      <w:pPr>
        <w:spacing w:after="0"/>
        <w:ind w:right="565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</w:pP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Берегите своих детей,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Их за шалости не ругайте.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Зло своих неудачных дней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Никогда на них не срывайте.</w:t>
      </w:r>
    </w:p>
    <w:p w:rsidR="00414748" w:rsidRPr="003F22FC" w:rsidRDefault="00414748" w:rsidP="003F22FC">
      <w:pPr>
        <w:spacing w:after="0"/>
        <w:ind w:right="565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</w:pP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Не сердитесь на них всерьез,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Даже если они провинились,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Ничего нет дороже слез,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Что с ресничек родных скатились.</w:t>
      </w:r>
    </w:p>
    <w:p w:rsidR="00414748" w:rsidRPr="003F22FC" w:rsidRDefault="00414748" w:rsidP="003F22FC">
      <w:pPr>
        <w:spacing w:after="0"/>
        <w:ind w:right="565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FFFFF"/>
        </w:rPr>
      </w:pP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Если валит усталость с ног,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Совладать с нею нету мочи,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Ну а к Вам подойдет сынок,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Или руки протянет дочка.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Обнимите покрепче их,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Детской ласкою дорожите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Это счастье? короткий миг,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Быть счастливыми поспешите.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Ведь растают как снег весной,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Промелькнут дни златые эти,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И покинут очаг родной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Повзрослевшие Ваши дети.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Перелистывая альбом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С фотографиями детства,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С грустью вспомните о былом,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О тех днях, когда были вместе.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Как же будете Вы хотеть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В это время опять вернуться,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Чтоб им маленьким песню спеть,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Щечки нежной губами коснуться.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И пока в доме детский смех,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От игрушек некуда деться,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Вы на свете счастливей всех,</w:t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</w:rPr>
        <w:br/>
      </w:r>
      <w:r w:rsidRPr="003F22FC">
        <w:rPr>
          <w:rFonts w:ascii="Times New Roman" w:hAnsi="Times New Roman" w:cs="Times New Roman"/>
          <w:i/>
          <w:iCs/>
          <w:color w:val="000000"/>
          <w:sz w:val="26"/>
          <w:szCs w:val="26"/>
          <w:shd w:val="clear" w:color="auto" w:fill="F9F9F9"/>
        </w:rPr>
        <w:t>Берегите ж, пожалуйста, детство!</w:t>
      </w:r>
    </w:p>
    <w:p w:rsidR="00414748" w:rsidRDefault="00414748" w:rsidP="0044678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2308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pict>
          <v:shape id="Рисунок 6" o:spid="_x0000_i1028" type="#_x0000_t75" alt="птица цв" style="width:240.75pt;height:138pt;visibility:visible" o:bordertopcolor="white" o:borderleftcolor="white" o:borderbottomcolor="white" o:borderrightcolor="white">
            <v:imagedata r:id="rId8" o:title="" gain="69719f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414748" w:rsidRPr="00536A6E" w:rsidRDefault="00414748" w:rsidP="003F22FC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 w:rsidRPr="00536A6E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t xml:space="preserve">ЗДЕСЬ ВАМ </w:t>
      </w: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t xml:space="preserve">ОБЯЗАТЕЛЬНО </w:t>
      </w:r>
      <w:r w:rsidRPr="00536A6E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t>ПОМОГУТ</w:t>
      </w: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t xml:space="preserve"> СОВЕТОМ И ДЕЛОМ</w:t>
      </w:r>
    </w:p>
    <w:p w:rsidR="00414748" w:rsidRPr="00807ADD" w:rsidRDefault="00414748" w:rsidP="003F22FC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07ADD">
        <w:rPr>
          <w:rFonts w:ascii="Times New Roman" w:hAnsi="Times New Roman" w:cs="Times New Roman"/>
          <w:sz w:val="28"/>
          <w:szCs w:val="28"/>
        </w:rPr>
        <w:t>г. Славянск-на-Кубани</w:t>
      </w:r>
    </w:p>
    <w:p w:rsidR="00414748" w:rsidRPr="00807ADD" w:rsidRDefault="00414748" w:rsidP="003F22FC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07ADD">
        <w:rPr>
          <w:rFonts w:ascii="Times New Roman" w:hAnsi="Times New Roman" w:cs="Times New Roman"/>
          <w:sz w:val="28"/>
          <w:szCs w:val="28"/>
        </w:rPr>
        <w:t>ул. Школьная, 314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b/>
          <w:bCs/>
          <w:sz w:val="28"/>
          <w:szCs w:val="28"/>
        </w:rPr>
      </w:pP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807ADD">
        <w:rPr>
          <w:rFonts w:ascii="Times New Roman" w:hAnsi="Times New Roman" w:cs="Times New Roman"/>
          <w:b/>
          <w:bCs/>
          <w:sz w:val="28"/>
          <w:szCs w:val="28"/>
        </w:rPr>
        <w:t>по телефону 8 (999) 437 96 18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b/>
          <w:bCs/>
          <w:sz w:val="28"/>
          <w:szCs w:val="28"/>
        </w:rPr>
      </w:pPr>
      <w:r w:rsidRPr="00807AD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807ADD">
        <w:rPr>
          <w:rFonts w:ascii="Times New Roman" w:hAnsi="Times New Roman" w:cs="Times New Roman"/>
          <w:b/>
          <w:bCs/>
          <w:sz w:val="28"/>
          <w:szCs w:val="28"/>
        </w:rPr>
        <w:t>ГРАФИК РАБОТЫ</w:t>
      </w:r>
    </w:p>
    <w:p w:rsidR="00414748" w:rsidRDefault="00414748" w:rsidP="003F22FC">
      <w:pPr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07ADD">
        <w:rPr>
          <w:rFonts w:ascii="Times New Roman" w:hAnsi="Times New Roman" w:cs="Times New Roman"/>
          <w:sz w:val="28"/>
          <w:szCs w:val="28"/>
        </w:rPr>
        <w:t xml:space="preserve">ПОНЕДЕЛЬНИК – ПЯТНИЦА  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sz w:val="28"/>
          <w:szCs w:val="28"/>
        </w:rPr>
      </w:pPr>
      <w:r w:rsidRPr="00807A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07ADD">
        <w:rPr>
          <w:rFonts w:ascii="Times New Roman" w:hAnsi="Times New Roman" w:cs="Times New Roman"/>
          <w:sz w:val="28"/>
          <w:szCs w:val="28"/>
        </w:rPr>
        <w:t>09.00 – 18.00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807ADD">
        <w:rPr>
          <w:rFonts w:ascii="Times New Roman" w:hAnsi="Times New Roman" w:cs="Times New Roman"/>
          <w:b/>
          <w:bCs/>
          <w:sz w:val="28"/>
          <w:szCs w:val="28"/>
        </w:rPr>
        <w:t>ПРИЕМ  ГРАЖДАН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07ADD">
        <w:rPr>
          <w:rFonts w:ascii="Times New Roman" w:hAnsi="Times New Roman" w:cs="Times New Roman"/>
          <w:sz w:val="28"/>
          <w:szCs w:val="28"/>
        </w:rPr>
        <w:t>ВТОРНИК    09.00 – 18.00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07ADD">
        <w:rPr>
          <w:rFonts w:ascii="Times New Roman" w:hAnsi="Times New Roman" w:cs="Times New Roman"/>
          <w:sz w:val="28"/>
          <w:szCs w:val="28"/>
        </w:rPr>
        <w:t>ПЯТНИЦА   15.00 – 20.00</w:t>
      </w:r>
    </w:p>
    <w:p w:rsidR="00414748" w:rsidRPr="00807ADD" w:rsidRDefault="00414748" w:rsidP="003F22FC">
      <w:pPr>
        <w:ind w:right="-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07ADD">
        <w:rPr>
          <w:rFonts w:ascii="Times New Roman" w:hAnsi="Times New Roman" w:cs="Times New Roman"/>
          <w:sz w:val="28"/>
          <w:szCs w:val="28"/>
        </w:rPr>
        <w:t>СУББОТА    09.00 – 13.00</w:t>
      </w:r>
    </w:p>
    <w:p w:rsidR="00414748" w:rsidRDefault="00414748" w:rsidP="009C4C2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4748" w:rsidRPr="00807ADD" w:rsidRDefault="00414748" w:rsidP="009C4C2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4748" w:rsidRPr="00807ADD" w:rsidRDefault="00414748" w:rsidP="007B03D5">
      <w:pPr>
        <w:jc w:val="center"/>
        <w:rPr>
          <w:rFonts w:ascii="Times New Roman" w:hAnsi="Times New Roman" w:cs="Times New Roman"/>
          <w:sz w:val="32"/>
          <w:szCs w:val="32"/>
        </w:rPr>
      </w:pPr>
      <w:r w:rsidRPr="00807ADD">
        <w:rPr>
          <w:rFonts w:ascii="Times New Roman" w:hAnsi="Times New Roman" w:cs="Times New Roman"/>
          <w:sz w:val="32"/>
          <w:szCs w:val="32"/>
        </w:rPr>
        <w:t>Отдел Министерства внутренних дел  Российской Федерации по Славянскому району</w:t>
      </w:r>
    </w:p>
    <w:p w:rsidR="00414748" w:rsidRPr="00A174B1" w:rsidRDefault="00414748" w:rsidP="007B03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4748" w:rsidRPr="00807ADD" w:rsidRDefault="00414748" w:rsidP="00A174B1">
      <w:pPr>
        <w:jc w:val="center"/>
        <w:rPr>
          <w:rFonts w:ascii="Times New Roman" w:hAnsi="Times New Roman" w:cs="Times New Roman"/>
          <w:sz w:val="32"/>
          <w:szCs w:val="32"/>
        </w:rPr>
      </w:pPr>
      <w:r w:rsidRPr="00807ADD">
        <w:rPr>
          <w:rFonts w:ascii="Times New Roman" w:hAnsi="Times New Roman" w:cs="Times New Roman"/>
          <w:sz w:val="32"/>
          <w:szCs w:val="32"/>
        </w:rPr>
        <w:t>Отделение по делам несовершеннолетних</w:t>
      </w:r>
    </w:p>
    <w:p w:rsidR="00414748" w:rsidRPr="002A41E0" w:rsidRDefault="00414748" w:rsidP="007B03D5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414748" w:rsidRDefault="00414748" w:rsidP="002A41E0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F67">
        <w:rPr>
          <w:rFonts w:ascii="Times New Roman" w:hAnsi="Times New Roman" w:cs="Times New Roman"/>
          <w:sz w:val="28"/>
          <w:szCs w:val="28"/>
        </w:rPr>
        <w:t>ИНФОРМАЦИОННЫЙ БУКЛЕТ</w:t>
      </w:r>
    </w:p>
    <w:p w:rsidR="00414748" w:rsidRDefault="00414748" w:rsidP="002A41E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97F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ПРАВОВАЯ ОТВЕТСТВЕННОСТЬ РОДИТЕЛЕЙ</w:t>
      </w:r>
    </w:p>
    <w:p w:rsidR="00414748" w:rsidRPr="00497FFE" w:rsidRDefault="00414748" w:rsidP="002A41E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F005A">
        <w:rPr>
          <w:noProof/>
          <w:lang w:eastAsia="ru-RU"/>
        </w:rPr>
        <w:pict>
          <v:shape id="Рисунок 1" o:spid="_x0000_i1029" type="#_x0000_t75" alt="https://im3-tub-ru.yandex.net/i?id=d43797ac54139d8a09691e78823389e8&amp;n=33&amp;h=215&amp;w=252" style="width:221.25pt;height:192pt;visibility:visible">
            <v:imagedata r:id="rId9" o:title=""/>
          </v:shape>
        </w:pict>
      </w:r>
    </w:p>
    <w:p w:rsidR="00414748" w:rsidRPr="00A174B1" w:rsidRDefault="00414748" w:rsidP="009C4C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748" w:rsidRPr="00807ADD" w:rsidRDefault="00414748" w:rsidP="007B03D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07ADD">
        <w:rPr>
          <w:rFonts w:ascii="Times New Roman" w:hAnsi="Times New Roman" w:cs="Times New Roman"/>
          <w:sz w:val="32"/>
          <w:szCs w:val="32"/>
        </w:rPr>
        <w:t>г. Славянск – на - Кубани</w:t>
      </w:r>
    </w:p>
    <w:p w:rsidR="00414748" w:rsidRPr="00807ADD" w:rsidRDefault="00414748" w:rsidP="007B03D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07ADD">
        <w:rPr>
          <w:rFonts w:ascii="Times New Roman" w:hAnsi="Times New Roman" w:cs="Times New Roman"/>
          <w:sz w:val="32"/>
          <w:szCs w:val="32"/>
        </w:rPr>
        <w:t>2016г.</w:t>
      </w:r>
    </w:p>
    <w:sectPr w:rsidR="00414748" w:rsidRPr="00807ADD" w:rsidSect="00FC2D0B">
      <w:pgSz w:w="16838" w:h="11906" w:orient="landscape"/>
      <w:pgMar w:top="568" w:right="536" w:bottom="284" w:left="426" w:header="708" w:footer="708" w:gutter="0"/>
      <w:cols w:num="3" w:space="71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6D83"/>
    <w:multiLevelType w:val="hybridMultilevel"/>
    <w:tmpl w:val="204C6F58"/>
    <w:lvl w:ilvl="0" w:tplc="1958B3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0F625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178E70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B504D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47646B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FA2EA0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6CE862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9DEBB5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2CA877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00C82C3B"/>
    <w:multiLevelType w:val="hybridMultilevel"/>
    <w:tmpl w:val="24260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4CA7AAD"/>
    <w:multiLevelType w:val="hybridMultilevel"/>
    <w:tmpl w:val="24EA8726"/>
    <w:lvl w:ilvl="0" w:tplc="67E06B4E">
      <w:start w:val="1"/>
      <w:numFmt w:val="decimal"/>
      <w:lvlText w:val="%1."/>
      <w:lvlJc w:val="left"/>
      <w:pPr>
        <w:ind w:left="720" w:hanging="360"/>
      </w:pPr>
      <w:rPr>
        <w:b/>
        <w:bCs/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A20DB"/>
    <w:multiLevelType w:val="hybridMultilevel"/>
    <w:tmpl w:val="2F52D0C2"/>
    <w:lvl w:ilvl="0" w:tplc="25B4C4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FACA6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08C56D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CDEAF2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A34BED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C7C6EA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DE2367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8A2298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114B0A0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0C816400"/>
    <w:multiLevelType w:val="hybridMultilevel"/>
    <w:tmpl w:val="880C9AC0"/>
    <w:lvl w:ilvl="0" w:tplc="67E06B4E">
      <w:start w:val="1"/>
      <w:numFmt w:val="decimal"/>
      <w:lvlText w:val="%1."/>
      <w:lvlJc w:val="left"/>
      <w:pPr>
        <w:ind w:left="720" w:hanging="360"/>
      </w:pPr>
      <w:rPr>
        <w:b/>
        <w:bCs/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F75E2"/>
    <w:multiLevelType w:val="hybridMultilevel"/>
    <w:tmpl w:val="4198D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7983D85"/>
    <w:multiLevelType w:val="hybridMultilevel"/>
    <w:tmpl w:val="C5A62E8E"/>
    <w:lvl w:ilvl="0" w:tplc="6B5C0D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5144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33A0E5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3E09FE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A08E96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D7872D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C32F21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144E9E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D8CAB1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5E1A5007"/>
    <w:multiLevelType w:val="hybridMultilevel"/>
    <w:tmpl w:val="C8AAB35C"/>
    <w:lvl w:ilvl="0" w:tplc="64E4EF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F64C0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EA8895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00ADA9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0AECA7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2A2265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ECC8BD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7EAB9B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750E397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6F747F36"/>
    <w:multiLevelType w:val="hybridMultilevel"/>
    <w:tmpl w:val="250E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85D60D0"/>
    <w:multiLevelType w:val="hybridMultilevel"/>
    <w:tmpl w:val="A4D04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7D1"/>
    <w:rsid w:val="00036B84"/>
    <w:rsid w:val="000763A2"/>
    <w:rsid w:val="000D1054"/>
    <w:rsid w:val="000D6F69"/>
    <w:rsid w:val="000E0E3B"/>
    <w:rsid w:val="000E140F"/>
    <w:rsid w:val="000F2270"/>
    <w:rsid w:val="00107AF0"/>
    <w:rsid w:val="0013148A"/>
    <w:rsid w:val="001368FC"/>
    <w:rsid w:val="001420C5"/>
    <w:rsid w:val="001607D1"/>
    <w:rsid w:val="001974C5"/>
    <w:rsid w:val="001E52B5"/>
    <w:rsid w:val="00204F9F"/>
    <w:rsid w:val="00211843"/>
    <w:rsid w:val="00221669"/>
    <w:rsid w:val="00257F11"/>
    <w:rsid w:val="0026302D"/>
    <w:rsid w:val="002A009F"/>
    <w:rsid w:val="002A41E0"/>
    <w:rsid w:val="002B1A12"/>
    <w:rsid w:val="002C5D23"/>
    <w:rsid w:val="00316B4B"/>
    <w:rsid w:val="00322540"/>
    <w:rsid w:val="00325349"/>
    <w:rsid w:val="00335947"/>
    <w:rsid w:val="00371565"/>
    <w:rsid w:val="00395BB5"/>
    <w:rsid w:val="003A5CCE"/>
    <w:rsid w:val="003D55B3"/>
    <w:rsid w:val="003E6D94"/>
    <w:rsid w:val="003F2185"/>
    <w:rsid w:val="003F22FC"/>
    <w:rsid w:val="00406F67"/>
    <w:rsid w:val="00414748"/>
    <w:rsid w:val="00416FB1"/>
    <w:rsid w:val="00446781"/>
    <w:rsid w:val="00492A41"/>
    <w:rsid w:val="00497FFE"/>
    <w:rsid w:val="004E49AD"/>
    <w:rsid w:val="00510269"/>
    <w:rsid w:val="00516221"/>
    <w:rsid w:val="00536A6E"/>
    <w:rsid w:val="00592107"/>
    <w:rsid w:val="005B3FFD"/>
    <w:rsid w:val="005B75C2"/>
    <w:rsid w:val="005C5C1E"/>
    <w:rsid w:val="0061009B"/>
    <w:rsid w:val="00617BB6"/>
    <w:rsid w:val="006325B1"/>
    <w:rsid w:val="00671CA6"/>
    <w:rsid w:val="00694C3E"/>
    <w:rsid w:val="006978EE"/>
    <w:rsid w:val="00703329"/>
    <w:rsid w:val="007A054C"/>
    <w:rsid w:val="007B03D5"/>
    <w:rsid w:val="008065E1"/>
    <w:rsid w:val="00807ADD"/>
    <w:rsid w:val="00827563"/>
    <w:rsid w:val="008541EA"/>
    <w:rsid w:val="00865144"/>
    <w:rsid w:val="008C5AF3"/>
    <w:rsid w:val="0091328A"/>
    <w:rsid w:val="009201B4"/>
    <w:rsid w:val="0092162F"/>
    <w:rsid w:val="00924344"/>
    <w:rsid w:val="0093585E"/>
    <w:rsid w:val="009C4C2A"/>
    <w:rsid w:val="009C7786"/>
    <w:rsid w:val="009D2702"/>
    <w:rsid w:val="009D2C7F"/>
    <w:rsid w:val="009D3A5D"/>
    <w:rsid w:val="009F2B76"/>
    <w:rsid w:val="00A174B1"/>
    <w:rsid w:val="00A23A4C"/>
    <w:rsid w:val="00A24541"/>
    <w:rsid w:val="00A26C8B"/>
    <w:rsid w:val="00A478B7"/>
    <w:rsid w:val="00A578C7"/>
    <w:rsid w:val="00AD2EF8"/>
    <w:rsid w:val="00AF2457"/>
    <w:rsid w:val="00B46182"/>
    <w:rsid w:val="00BD6890"/>
    <w:rsid w:val="00BF3EE8"/>
    <w:rsid w:val="00C73AD2"/>
    <w:rsid w:val="00C94AEA"/>
    <w:rsid w:val="00C96C67"/>
    <w:rsid w:val="00CB11F4"/>
    <w:rsid w:val="00CE18F6"/>
    <w:rsid w:val="00CE7525"/>
    <w:rsid w:val="00CF309F"/>
    <w:rsid w:val="00D804A3"/>
    <w:rsid w:val="00D90C21"/>
    <w:rsid w:val="00D913DD"/>
    <w:rsid w:val="00DB40AE"/>
    <w:rsid w:val="00DB6A55"/>
    <w:rsid w:val="00DC3E47"/>
    <w:rsid w:val="00DF457B"/>
    <w:rsid w:val="00DF6351"/>
    <w:rsid w:val="00E109CB"/>
    <w:rsid w:val="00E12308"/>
    <w:rsid w:val="00E14DC4"/>
    <w:rsid w:val="00E17CB6"/>
    <w:rsid w:val="00E31F14"/>
    <w:rsid w:val="00E34354"/>
    <w:rsid w:val="00E5686B"/>
    <w:rsid w:val="00E62B36"/>
    <w:rsid w:val="00EA3308"/>
    <w:rsid w:val="00ED2984"/>
    <w:rsid w:val="00ED48F5"/>
    <w:rsid w:val="00EE15D4"/>
    <w:rsid w:val="00EF00AD"/>
    <w:rsid w:val="00EF500B"/>
    <w:rsid w:val="00F16500"/>
    <w:rsid w:val="00F3554F"/>
    <w:rsid w:val="00F723E5"/>
    <w:rsid w:val="00FC2D0B"/>
    <w:rsid w:val="00FD3D46"/>
    <w:rsid w:val="00FF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3E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678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07ADD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2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3764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67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69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82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2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376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6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6">
          <w:marLeft w:val="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7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8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8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37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420</Words>
  <Characters>2395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УГОЛОВНАЯ ОТВЕТСТВЕННОСТЬ</dc:title>
  <dc:subject/>
  <dc:creator>Лена</dc:creator>
  <cp:keywords/>
  <dc:description/>
  <cp:lastModifiedBy>таня</cp:lastModifiedBy>
  <cp:revision>2</cp:revision>
  <cp:lastPrinted>2016-03-16T06:56:00Z</cp:lastPrinted>
  <dcterms:created xsi:type="dcterms:W3CDTF">2016-03-29T11:21:00Z</dcterms:created>
  <dcterms:modified xsi:type="dcterms:W3CDTF">2016-03-29T11:21:00Z</dcterms:modified>
</cp:coreProperties>
</file>